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A01" w:rsidRPr="005A332F" w:rsidRDefault="00EA0CC4" w:rsidP="004603B4">
      <w:pPr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 wp14:anchorId="0FFA71D9" wp14:editId="15EE4D2E">
            <wp:simplePos x="0" y="0"/>
            <wp:positionH relativeFrom="column">
              <wp:posOffset>-657225</wp:posOffset>
            </wp:positionH>
            <wp:positionV relativeFrom="paragraph">
              <wp:posOffset>-419100</wp:posOffset>
            </wp:positionV>
            <wp:extent cx="1752600" cy="914400"/>
            <wp:effectExtent l="0" t="0" r="0" b="0"/>
            <wp:wrapNone/>
            <wp:docPr id="1" name="Picture 3" descr="\\Ihf-data2008\company\IHF\Shared Information\Communications\LOGOS 2017\NEW LOGOS 2017\Logos Jan 2017\Irish Heart\Jpegs\IH_Square_RG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3" descr="\\Ihf-data2008\company\IHF\Shared Information\Communications\LOGOS 2017\NEW LOGOS 2017\Logos Jan 2017\Irish Heart\Jpegs\IH_Square_RG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A78">
        <w:rPr>
          <w:noProof/>
        </w:rPr>
        <w:drawing>
          <wp:anchor distT="0" distB="0" distL="114300" distR="114300" simplePos="0" relativeHeight="251659264" behindDoc="1" locked="0" layoutInCell="1" allowOverlap="1" wp14:anchorId="54DC4742" wp14:editId="21A69734">
            <wp:simplePos x="0" y="0"/>
            <wp:positionH relativeFrom="column">
              <wp:posOffset>-457200</wp:posOffset>
            </wp:positionH>
            <wp:positionV relativeFrom="paragraph">
              <wp:posOffset>-648335</wp:posOffset>
            </wp:positionV>
            <wp:extent cx="1752600" cy="914400"/>
            <wp:effectExtent l="0" t="0" r="0" b="0"/>
            <wp:wrapNone/>
            <wp:docPr id="5" name="Picture 3" descr="\\Ihf-data2008\company\IHF\Shared Information\Communications\LOGOS 2017\NEW LOGOS 2017\Logos Jan 2017\Irish Heart\Jpegs\IH_Square_RG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3" descr="\\Ihf-data2008\company\IHF\Shared Information\Communications\LOGOS 2017\NEW LOGOS 2017\Logos Jan 2017\Irish Heart\Jpegs\IH_Square_RG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7A01" w:rsidRPr="004603B4" w:rsidRDefault="00227A01" w:rsidP="00227A01">
      <w:pPr>
        <w:jc w:val="center"/>
        <w:rPr>
          <w:rFonts w:ascii="Engravers MT" w:hAnsi="Engravers MT"/>
          <w:b/>
          <w:color w:val="FF0000"/>
          <w:sz w:val="48"/>
          <w:szCs w:val="48"/>
          <w:lang w:val="en-US"/>
        </w:rPr>
      </w:pPr>
      <w:r w:rsidRPr="004603B4">
        <w:rPr>
          <w:rFonts w:ascii="Engravers MT" w:hAnsi="Engravers MT"/>
          <w:b/>
          <w:color w:val="FF0000"/>
          <w:sz w:val="48"/>
          <w:szCs w:val="48"/>
          <w:lang w:val="en-US"/>
        </w:rPr>
        <w:t>CPR 4 Schools</w:t>
      </w:r>
      <w:r w:rsidR="004603B4" w:rsidRPr="004603B4">
        <w:rPr>
          <w:rFonts w:ascii="Engravers MT" w:hAnsi="Engravers MT"/>
          <w:b/>
          <w:color w:val="FF0000"/>
          <w:sz w:val="48"/>
          <w:szCs w:val="48"/>
          <w:lang w:val="en-US"/>
        </w:rPr>
        <w:t xml:space="preserve"> Workshop </w:t>
      </w:r>
      <w:r w:rsidR="004603B4" w:rsidRPr="004603B4">
        <w:rPr>
          <w:rFonts w:ascii="Engravers MT" w:hAnsi="Engravers MT"/>
          <w:b/>
          <w:color w:val="FF0000"/>
          <w:sz w:val="40"/>
          <w:szCs w:val="40"/>
          <w:lang w:val="en-US"/>
        </w:rPr>
        <w:t>Teacher Nomination Form</w:t>
      </w:r>
    </w:p>
    <w:p w:rsidR="00227A01" w:rsidRDefault="00227A01" w:rsidP="00227A01">
      <w:pPr>
        <w:pBdr>
          <w:bottom w:val="single" w:sz="12" w:space="0" w:color="auto"/>
        </w:pBdr>
      </w:pPr>
    </w:p>
    <w:p w:rsidR="00227A01" w:rsidRPr="007A11F0" w:rsidRDefault="00227A01" w:rsidP="00227A01"/>
    <w:p w:rsidR="00227A01" w:rsidRDefault="00227A01" w:rsidP="00227A01"/>
    <w:tbl>
      <w:tblPr>
        <w:tblW w:w="9747" w:type="dxa"/>
        <w:tblInd w:w="-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3686"/>
        <w:gridCol w:w="2976"/>
      </w:tblGrid>
      <w:tr w:rsidR="00227A01" w:rsidRPr="00963BF7" w:rsidTr="004603B4">
        <w:tc>
          <w:tcPr>
            <w:tcW w:w="3085" w:type="dxa"/>
          </w:tcPr>
          <w:p w:rsidR="00227A01" w:rsidRPr="00963BF7" w:rsidRDefault="00227A01" w:rsidP="008B34ED">
            <w:pPr>
              <w:jc w:val="center"/>
              <w:rPr>
                <w:b/>
                <w:sz w:val="28"/>
                <w:szCs w:val="28"/>
              </w:rPr>
            </w:pPr>
            <w:r w:rsidRPr="00963BF7">
              <w:rPr>
                <w:b/>
                <w:sz w:val="28"/>
                <w:szCs w:val="28"/>
              </w:rPr>
              <w:t>Time</w:t>
            </w:r>
          </w:p>
        </w:tc>
        <w:tc>
          <w:tcPr>
            <w:tcW w:w="3686" w:type="dxa"/>
          </w:tcPr>
          <w:p w:rsidR="00227A01" w:rsidRPr="00963BF7" w:rsidRDefault="00227A01" w:rsidP="008B34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</w:t>
            </w:r>
          </w:p>
        </w:tc>
        <w:tc>
          <w:tcPr>
            <w:tcW w:w="2976" w:type="dxa"/>
          </w:tcPr>
          <w:p w:rsidR="00227A01" w:rsidRPr="00963BF7" w:rsidRDefault="00227A01" w:rsidP="008B34ED">
            <w:pPr>
              <w:jc w:val="center"/>
              <w:rPr>
                <w:b/>
                <w:sz w:val="28"/>
                <w:szCs w:val="28"/>
              </w:rPr>
            </w:pPr>
            <w:r w:rsidRPr="00963BF7">
              <w:rPr>
                <w:b/>
                <w:sz w:val="28"/>
                <w:szCs w:val="28"/>
              </w:rPr>
              <w:t>Venue</w:t>
            </w:r>
          </w:p>
          <w:p w:rsidR="00227A01" w:rsidRPr="00963BF7" w:rsidRDefault="00227A01" w:rsidP="008B34E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27A01" w:rsidRPr="00963BF7" w:rsidTr="004603B4">
        <w:tc>
          <w:tcPr>
            <w:tcW w:w="3085" w:type="dxa"/>
          </w:tcPr>
          <w:p w:rsidR="00227A01" w:rsidRPr="00392A78" w:rsidRDefault="00227A01" w:rsidP="008B34ED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227A01" w:rsidRPr="00392A78" w:rsidRDefault="004603B4" w:rsidP="008B34E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2A78">
              <w:rPr>
                <w:b/>
                <w:color w:val="FF0000"/>
                <w:sz w:val="24"/>
                <w:szCs w:val="24"/>
              </w:rPr>
              <w:t>7 – 9 pm</w:t>
            </w:r>
          </w:p>
          <w:p w:rsidR="00227A01" w:rsidRPr="00392A78" w:rsidRDefault="00227A01" w:rsidP="008B34ED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227A01" w:rsidRPr="00392A78" w:rsidRDefault="00227A01" w:rsidP="008B34ED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227A01" w:rsidRPr="00392A78" w:rsidRDefault="004603B4" w:rsidP="008B34E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2A78">
              <w:rPr>
                <w:b/>
                <w:color w:val="FF0000"/>
                <w:sz w:val="24"/>
                <w:szCs w:val="24"/>
              </w:rPr>
              <w:t>Monday 13</w:t>
            </w:r>
            <w:r w:rsidRPr="00392A78">
              <w:rPr>
                <w:b/>
                <w:color w:val="FF0000"/>
                <w:sz w:val="24"/>
                <w:szCs w:val="24"/>
                <w:vertAlign w:val="superscript"/>
              </w:rPr>
              <w:t>th</w:t>
            </w:r>
            <w:r w:rsidRPr="00392A78">
              <w:rPr>
                <w:b/>
                <w:color w:val="FF0000"/>
                <w:sz w:val="24"/>
                <w:szCs w:val="24"/>
              </w:rPr>
              <w:t xml:space="preserve"> November 2017</w:t>
            </w:r>
            <w:r w:rsidR="00227A01" w:rsidRPr="00392A78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227A01" w:rsidRPr="00392A78" w:rsidRDefault="00227A01" w:rsidP="008B34ED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227A01" w:rsidRPr="00392A78" w:rsidRDefault="00227A01" w:rsidP="008B34E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392A78">
              <w:rPr>
                <w:b/>
                <w:color w:val="FF0000"/>
                <w:sz w:val="24"/>
                <w:szCs w:val="24"/>
              </w:rPr>
              <w:t>Monaghan Education Centre</w:t>
            </w:r>
          </w:p>
        </w:tc>
      </w:tr>
    </w:tbl>
    <w:p w:rsidR="00227A01" w:rsidRDefault="00227A01" w:rsidP="00227A01">
      <w:pPr>
        <w:rPr>
          <w:sz w:val="28"/>
          <w:szCs w:val="28"/>
        </w:rPr>
      </w:pPr>
    </w:p>
    <w:p w:rsidR="00227A01" w:rsidRPr="00CE1196" w:rsidRDefault="00227A01" w:rsidP="00227A01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CE1196">
        <w:rPr>
          <w:sz w:val="28"/>
          <w:szCs w:val="28"/>
        </w:rPr>
        <w:t>Please complete the form indicating details of nominated teachers.</w:t>
      </w:r>
    </w:p>
    <w:p w:rsidR="00227A01" w:rsidRDefault="00227A01" w:rsidP="00227A01"/>
    <w:tbl>
      <w:tblPr>
        <w:tblW w:w="10428" w:type="dxa"/>
        <w:tblInd w:w="-692" w:type="dxa"/>
        <w:tblBorders>
          <w:top w:val="single" w:sz="12" w:space="0" w:color="000000"/>
          <w:bottom w:val="single" w:sz="12" w:space="0" w:color="000000"/>
          <w:insideH w:val="single" w:sz="6" w:space="0" w:color="000000"/>
        </w:tblBorders>
        <w:tblLook w:val="0080" w:firstRow="0" w:lastRow="0" w:firstColumn="1" w:lastColumn="0" w:noHBand="0" w:noVBand="0"/>
      </w:tblPr>
      <w:tblGrid>
        <w:gridCol w:w="3085"/>
        <w:gridCol w:w="7343"/>
      </w:tblGrid>
      <w:tr w:rsidR="00227A01" w:rsidRPr="002C144B" w:rsidTr="004603B4">
        <w:trPr>
          <w:trHeight w:val="530"/>
        </w:trPr>
        <w:tc>
          <w:tcPr>
            <w:tcW w:w="3085" w:type="dxa"/>
            <w:shd w:val="clear" w:color="auto" w:fill="auto"/>
          </w:tcPr>
          <w:p w:rsidR="00227A01" w:rsidRPr="002C144B" w:rsidRDefault="00227A01" w:rsidP="008B34ED">
            <w:pPr>
              <w:rPr>
                <w:b/>
              </w:rPr>
            </w:pPr>
          </w:p>
          <w:p w:rsidR="00227A01" w:rsidRPr="002C144B" w:rsidRDefault="00227A01" w:rsidP="008B34ED">
            <w:pPr>
              <w:rPr>
                <w:b/>
              </w:rPr>
            </w:pPr>
            <w:r w:rsidRPr="002C144B">
              <w:rPr>
                <w:b/>
              </w:rPr>
              <w:t>School Name</w:t>
            </w:r>
          </w:p>
        </w:tc>
        <w:tc>
          <w:tcPr>
            <w:tcW w:w="7343" w:type="dxa"/>
            <w:shd w:val="clear" w:color="auto" w:fill="auto"/>
          </w:tcPr>
          <w:p w:rsidR="00227A01" w:rsidRPr="002C144B" w:rsidRDefault="00227A01" w:rsidP="008B34ED"/>
        </w:tc>
      </w:tr>
      <w:tr w:rsidR="00227A01" w:rsidRPr="002C144B" w:rsidTr="004603B4">
        <w:trPr>
          <w:trHeight w:val="530"/>
        </w:trPr>
        <w:tc>
          <w:tcPr>
            <w:tcW w:w="3085" w:type="dxa"/>
            <w:shd w:val="clear" w:color="auto" w:fill="auto"/>
          </w:tcPr>
          <w:p w:rsidR="00227A01" w:rsidRPr="002C144B" w:rsidRDefault="00227A01" w:rsidP="008B34ED">
            <w:pPr>
              <w:rPr>
                <w:b/>
              </w:rPr>
            </w:pPr>
          </w:p>
          <w:p w:rsidR="00227A01" w:rsidRPr="002C144B" w:rsidRDefault="00227A01" w:rsidP="008B34ED">
            <w:pPr>
              <w:rPr>
                <w:b/>
              </w:rPr>
            </w:pPr>
            <w:r w:rsidRPr="002C144B">
              <w:rPr>
                <w:b/>
              </w:rPr>
              <w:t>School Address</w:t>
            </w:r>
          </w:p>
        </w:tc>
        <w:tc>
          <w:tcPr>
            <w:tcW w:w="7343" w:type="dxa"/>
            <w:shd w:val="clear" w:color="auto" w:fill="auto"/>
          </w:tcPr>
          <w:p w:rsidR="00227A01" w:rsidRPr="002C144B" w:rsidRDefault="00227A01" w:rsidP="008B34ED"/>
        </w:tc>
      </w:tr>
      <w:tr w:rsidR="00227A01" w:rsidRPr="002C144B" w:rsidTr="004603B4">
        <w:trPr>
          <w:trHeight w:val="530"/>
        </w:trPr>
        <w:tc>
          <w:tcPr>
            <w:tcW w:w="3085" w:type="dxa"/>
            <w:shd w:val="clear" w:color="auto" w:fill="auto"/>
          </w:tcPr>
          <w:p w:rsidR="00227A01" w:rsidRPr="002C144B" w:rsidRDefault="00227A01" w:rsidP="008B34ED">
            <w:pPr>
              <w:rPr>
                <w:b/>
              </w:rPr>
            </w:pPr>
          </w:p>
          <w:p w:rsidR="00227A01" w:rsidRPr="002C144B" w:rsidRDefault="00227A01" w:rsidP="008B34ED">
            <w:pPr>
              <w:rPr>
                <w:b/>
              </w:rPr>
            </w:pPr>
            <w:r w:rsidRPr="002C144B">
              <w:rPr>
                <w:b/>
              </w:rPr>
              <w:t>School Roll No.</w:t>
            </w:r>
          </w:p>
        </w:tc>
        <w:tc>
          <w:tcPr>
            <w:tcW w:w="7343" w:type="dxa"/>
            <w:shd w:val="clear" w:color="auto" w:fill="auto"/>
          </w:tcPr>
          <w:p w:rsidR="00227A01" w:rsidRPr="002C144B" w:rsidRDefault="00227A01" w:rsidP="008B34ED"/>
        </w:tc>
      </w:tr>
      <w:tr w:rsidR="00227A01" w:rsidRPr="002C144B" w:rsidTr="004603B4">
        <w:trPr>
          <w:trHeight w:val="530"/>
        </w:trPr>
        <w:tc>
          <w:tcPr>
            <w:tcW w:w="3085" w:type="dxa"/>
            <w:shd w:val="clear" w:color="auto" w:fill="auto"/>
          </w:tcPr>
          <w:p w:rsidR="00227A01" w:rsidRPr="002C144B" w:rsidRDefault="00227A01" w:rsidP="008B34ED">
            <w:pPr>
              <w:rPr>
                <w:b/>
              </w:rPr>
            </w:pPr>
          </w:p>
          <w:p w:rsidR="00227A01" w:rsidRPr="002C144B" w:rsidRDefault="00227A01" w:rsidP="008B34ED">
            <w:pPr>
              <w:rPr>
                <w:b/>
              </w:rPr>
            </w:pPr>
            <w:r w:rsidRPr="002C144B">
              <w:rPr>
                <w:b/>
              </w:rPr>
              <w:t>School Phone No.</w:t>
            </w:r>
          </w:p>
        </w:tc>
        <w:tc>
          <w:tcPr>
            <w:tcW w:w="7343" w:type="dxa"/>
            <w:shd w:val="clear" w:color="auto" w:fill="auto"/>
          </w:tcPr>
          <w:p w:rsidR="00227A01" w:rsidRPr="002C144B" w:rsidRDefault="00227A01" w:rsidP="008B34ED"/>
        </w:tc>
      </w:tr>
      <w:tr w:rsidR="00227A01" w:rsidRPr="002C144B" w:rsidTr="004603B4">
        <w:trPr>
          <w:trHeight w:val="530"/>
        </w:trPr>
        <w:tc>
          <w:tcPr>
            <w:tcW w:w="3085" w:type="dxa"/>
            <w:shd w:val="clear" w:color="auto" w:fill="auto"/>
          </w:tcPr>
          <w:p w:rsidR="00227A01" w:rsidRPr="002C144B" w:rsidRDefault="00227A01" w:rsidP="008B34ED">
            <w:pPr>
              <w:rPr>
                <w:b/>
              </w:rPr>
            </w:pPr>
          </w:p>
          <w:p w:rsidR="00227A01" w:rsidRPr="002C144B" w:rsidRDefault="00227A01" w:rsidP="008B34ED">
            <w:pPr>
              <w:rPr>
                <w:b/>
              </w:rPr>
            </w:pPr>
            <w:r w:rsidRPr="002C144B">
              <w:rPr>
                <w:b/>
              </w:rPr>
              <w:t>School e-mail Address</w:t>
            </w:r>
          </w:p>
        </w:tc>
        <w:tc>
          <w:tcPr>
            <w:tcW w:w="7343" w:type="dxa"/>
            <w:shd w:val="clear" w:color="auto" w:fill="auto"/>
          </w:tcPr>
          <w:p w:rsidR="00227A01" w:rsidRPr="002C144B" w:rsidRDefault="00227A01" w:rsidP="008B34ED"/>
        </w:tc>
      </w:tr>
    </w:tbl>
    <w:p w:rsidR="00227A01" w:rsidRDefault="00227A01" w:rsidP="00227A01"/>
    <w:p w:rsidR="00227A01" w:rsidRDefault="00227A01" w:rsidP="00227A01"/>
    <w:p w:rsidR="00227A01" w:rsidRPr="003503D9" w:rsidRDefault="00227A01" w:rsidP="00227A01"/>
    <w:tbl>
      <w:tblPr>
        <w:tblW w:w="10428" w:type="dxa"/>
        <w:tblInd w:w="-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1"/>
        <w:gridCol w:w="3667"/>
        <w:gridCol w:w="3600"/>
      </w:tblGrid>
      <w:tr w:rsidR="00227A01" w:rsidRPr="002C144B" w:rsidTr="004603B4">
        <w:tc>
          <w:tcPr>
            <w:tcW w:w="3161" w:type="dxa"/>
          </w:tcPr>
          <w:p w:rsidR="00227A01" w:rsidRDefault="00227A01" w:rsidP="008B34ED">
            <w:pPr>
              <w:rPr>
                <w:b/>
                <w:i/>
              </w:rPr>
            </w:pPr>
          </w:p>
          <w:p w:rsidR="00227A01" w:rsidRDefault="004603B4" w:rsidP="008B34ED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Details of Nominated Teachers </w:t>
            </w:r>
          </w:p>
          <w:p w:rsidR="00227A01" w:rsidRPr="002C144B" w:rsidRDefault="00227A01" w:rsidP="008B34ED">
            <w:pPr>
              <w:rPr>
                <w:b/>
                <w:i/>
              </w:rPr>
            </w:pPr>
          </w:p>
        </w:tc>
        <w:tc>
          <w:tcPr>
            <w:tcW w:w="3667" w:type="dxa"/>
          </w:tcPr>
          <w:p w:rsidR="00227A01" w:rsidRDefault="00227A01" w:rsidP="008B34ED">
            <w:pPr>
              <w:jc w:val="center"/>
              <w:rPr>
                <w:b/>
                <w:i/>
              </w:rPr>
            </w:pPr>
          </w:p>
          <w:p w:rsidR="00227A01" w:rsidRPr="002C144B" w:rsidRDefault="00227A01" w:rsidP="008B34ED">
            <w:pPr>
              <w:jc w:val="center"/>
              <w:rPr>
                <w:b/>
                <w:i/>
              </w:rPr>
            </w:pPr>
            <w:r w:rsidRPr="002C144B">
              <w:rPr>
                <w:b/>
                <w:i/>
              </w:rPr>
              <w:t>1.</w:t>
            </w:r>
          </w:p>
        </w:tc>
        <w:tc>
          <w:tcPr>
            <w:tcW w:w="3600" w:type="dxa"/>
          </w:tcPr>
          <w:p w:rsidR="00227A01" w:rsidRDefault="00227A01" w:rsidP="008B34ED">
            <w:pPr>
              <w:jc w:val="center"/>
              <w:rPr>
                <w:b/>
                <w:i/>
              </w:rPr>
            </w:pPr>
          </w:p>
          <w:p w:rsidR="00227A01" w:rsidRPr="002C144B" w:rsidRDefault="00227A01" w:rsidP="008B34ED">
            <w:pPr>
              <w:jc w:val="center"/>
              <w:rPr>
                <w:b/>
                <w:i/>
              </w:rPr>
            </w:pPr>
            <w:r w:rsidRPr="002C144B">
              <w:rPr>
                <w:b/>
                <w:i/>
              </w:rPr>
              <w:t>2.</w:t>
            </w:r>
          </w:p>
        </w:tc>
      </w:tr>
      <w:tr w:rsidR="00227A01" w:rsidRPr="002C144B" w:rsidTr="004603B4">
        <w:trPr>
          <w:trHeight w:val="458"/>
        </w:trPr>
        <w:tc>
          <w:tcPr>
            <w:tcW w:w="3161" w:type="dxa"/>
          </w:tcPr>
          <w:p w:rsidR="00227A01" w:rsidRPr="002C144B" w:rsidRDefault="00227A01" w:rsidP="008B34ED">
            <w:pPr>
              <w:rPr>
                <w:b/>
              </w:rPr>
            </w:pPr>
            <w:r w:rsidRPr="002C144B">
              <w:rPr>
                <w:b/>
              </w:rPr>
              <w:t>Name</w:t>
            </w:r>
          </w:p>
        </w:tc>
        <w:tc>
          <w:tcPr>
            <w:tcW w:w="3667" w:type="dxa"/>
          </w:tcPr>
          <w:p w:rsidR="00227A01" w:rsidRPr="002C144B" w:rsidRDefault="00227A01" w:rsidP="008B34ED"/>
        </w:tc>
        <w:tc>
          <w:tcPr>
            <w:tcW w:w="3600" w:type="dxa"/>
          </w:tcPr>
          <w:p w:rsidR="00227A01" w:rsidRPr="002C144B" w:rsidRDefault="00227A01" w:rsidP="008B34ED"/>
        </w:tc>
      </w:tr>
      <w:tr w:rsidR="00227A01" w:rsidRPr="002C144B" w:rsidTr="004603B4">
        <w:trPr>
          <w:trHeight w:val="530"/>
        </w:trPr>
        <w:tc>
          <w:tcPr>
            <w:tcW w:w="3161" w:type="dxa"/>
          </w:tcPr>
          <w:p w:rsidR="00227A01" w:rsidRPr="002C144B" w:rsidRDefault="00227A01" w:rsidP="008B34ED">
            <w:pPr>
              <w:rPr>
                <w:b/>
              </w:rPr>
            </w:pPr>
            <w:r>
              <w:rPr>
                <w:b/>
              </w:rPr>
              <w:t xml:space="preserve">Mobile </w:t>
            </w:r>
            <w:r w:rsidR="00392A78">
              <w:rPr>
                <w:b/>
              </w:rPr>
              <w:t>No</w:t>
            </w:r>
          </w:p>
        </w:tc>
        <w:tc>
          <w:tcPr>
            <w:tcW w:w="3667" w:type="dxa"/>
          </w:tcPr>
          <w:p w:rsidR="00227A01" w:rsidRPr="002C144B" w:rsidRDefault="00227A01" w:rsidP="008B34ED"/>
        </w:tc>
        <w:tc>
          <w:tcPr>
            <w:tcW w:w="3600" w:type="dxa"/>
          </w:tcPr>
          <w:p w:rsidR="00227A01" w:rsidRPr="002C144B" w:rsidRDefault="00227A01" w:rsidP="008B34ED"/>
        </w:tc>
      </w:tr>
      <w:tr w:rsidR="004603B4" w:rsidRPr="002C144B" w:rsidTr="004603B4">
        <w:trPr>
          <w:trHeight w:val="530"/>
        </w:trPr>
        <w:tc>
          <w:tcPr>
            <w:tcW w:w="3161" w:type="dxa"/>
          </w:tcPr>
          <w:p w:rsidR="004603B4" w:rsidRDefault="004603B4" w:rsidP="008B34ED">
            <w:pPr>
              <w:rPr>
                <w:b/>
              </w:rPr>
            </w:pPr>
            <w:r>
              <w:rPr>
                <w:b/>
              </w:rPr>
              <w:t xml:space="preserve">Email Address </w:t>
            </w:r>
          </w:p>
        </w:tc>
        <w:tc>
          <w:tcPr>
            <w:tcW w:w="3667" w:type="dxa"/>
          </w:tcPr>
          <w:p w:rsidR="004603B4" w:rsidRPr="002C144B" w:rsidRDefault="004603B4" w:rsidP="008B34ED"/>
        </w:tc>
        <w:tc>
          <w:tcPr>
            <w:tcW w:w="3600" w:type="dxa"/>
          </w:tcPr>
          <w:p w:rsidR="004603B4" w:rsidRPr="002C144B" w:rsidRDefault="004603B4" w:rsidP="008B34ED"/>
        </w:tc>
      </w:tr>
      <w:tr w:rsidR="00227A01" w:rsidRPr="002C144B" w:rsidTr="004603B4">
        <w:trPr>
          <w:trHeight w:val="530"/>
        </w:trPr>
        <w:tc>
          <w:tcPr>
            <w:tcW w:w="3161" w:type="dxa"/>
          </w:tcPr>
          <w:p w:rsidR="00227A01" w:rsidRDefault="00227A01" w:rsidP="008B34ED">
            <w:pPr>
              <w:rPr>
                <w:b/>
              </w:rPr>
            </w:pPr>
            <w:r>
              <w:rPr>
                <w:b/>
              </w:rPr>
              <w:t xml:space="preserve">Teaching Council Registration Number </w:t>
            </w:r>
          </w:p>
        </w:tc>
        <w:tc>
          <w:tcPr>
            <w:tcW w:w="3667" w:type="dxa"/>
          </w:tcPr>
          <w:p w:rsidR="00227A01" w:rsidRPr="002C144B" w:rsidRDefault="00227A01" w:rsidP="008B34ED"/>
        </w:tc>
        <w:tc>
          <w:tcPr>
            <w:tcW w:w="3600" w:type="dxa"/>
          </w:tcPr>
          <w:p w:rsidR="00227A01" w:rsidRPr="002C144B" w:rsidRDefault="00227A01" w:rsidP="008B34ED"/>
        </w:tc>
      </w:tr>
    </w:tbl>
    <w:p w:rsidR="00227A01" w:rsidRDefault="00227A01" w:rsidP="00227A01">
      <w:pPr>
        <w:jc w:val="center"/>
        <w:rPr>
          <w:b/>
          <w:i/>
        </w:rPr>
      </w:pPr>
    </w:p>
    <w:p w:rsidR="00392A78" w:rsidRDefault="00392A78" w:rsidP="004603B4">
      <w:pPr>
        <w:jc w:val="center"/>
        <w:rPr>
          <w:rFonts w:ascii="Arial" w:hAnsi="Arial" w:cs="Arial"/>
          <w:b/>
        </w:rPr>
      </w:pPr>
    </w:p>
    <w:p w:rsidR="00392A78" w:rsidRDefault="00392A78" w:rsidP="004603B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Principal’s Signature: __________________________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Date: ______________</w:t>
      </w:r>
    </w:p>
    <w:p w:rsidR="00392A78" w:rsidRDefault="00392A78" w:rsidP="004603B4">
      <w:pPr>
        <w:jc w:val="center"/>
        <w:rPr>
          <w:rFonts w:ascii="Arial" w:hAnsi="Arial" w:cs="Arial"/>
          <w:b/>
        </w:rPr>
      </w:pPr>
    </w:p>
    <w:p w:rsidR="00392A78" w:rsidRDefault="00392A78" w:rsidP="004603B4">
      <w:pPr>
        <w:jc w:val="center"/>
        <w:rPr>
          <w:rFonts w:ascii="Arial" w:hAnsi="Arial" w:cs="Arial"/>
          <w:b/>
        </w:rPr>
      </w:pPr>
    </w:p>
    <w:p w:rsidR="004603B4" w:rsidRPr="00EA0CC4" w:rsidRDefault="004603B4" w:rsidP="004603B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EA0CC4">
        <w:rPr>
          <w:rFonts w:ascii="Arial" w:hAnsi="Arial" w:cs="Arial"/>
          <w:b/>
        </w:rPr>
        <w:t xml:space="preserve">lease complete and return </w:t>
      </w:r>
      <w:r>
        <w:rPr>
          <w:rFonts w:ascii="Arial" w:hAnsi="Arial" w:cs="Arial"/>
          <w:b/>
        </w:rPr>
        <w:t>this form</w:t>
      </w:r>
      <w:r w:rsidR="00392A78">
        <w:rPr>
          <w:rFonts w:ascii="Arial" w:hAnsi="Arial" w:cs="Arial"/>
          <w:b/>
        </w:rPr>
        <w:t xml:space="preserve"> to Monaghan Education Centre </w:t>
      </w:r>
      <w:r>
        <w:rPr>
          <w:rFonts w:ascii="Arial" w:hAnsi="Arial" w:cs="Arial"/>
          <w:b/>
        </w:rPr>
        <w:t xml:space="preserve">by post, </w:t>
      </w:r>
      <w:proofErr w:type="gramStart"/>
      <w:r>
        <w:rPr>
          <w:rFonts w:ascii="Arial" w:hAnsi="Arial" w:cs="Arial"/>
          <w:b/>
        </w:rPr>
        <w:t>fax</w:t>
      </w:r>
      <w:proofErr w:type="gramEnd"/>
      <w:r>
        <w:rPr>
          <w:rFonts w:ascii="Arial" w:hAnsi="Arial" w:cs="Arial"/>
          <w:b/>
        </w:rPr>
        <w:t xml:space="preserve"> or email. </w:t>
      </w:r>
      <w:r>
        <w:rPr>
          <w:rFonts w:ascii="Arial" w:hAnsi="Arial" w:cs="Arial"/>
          <w:b/>
        </w:rPr>
        <w:br/>
      </w:r>
      <w:r w:rsidRPr="004603B4">
        <w:rPr>
          <w:rFonts w:ascii="Arial" w:hAnsi="Arial" w:cs="Arial"/>
          <w:b/>
          <w:color w:val="FF0000"/>
        </w:rPr>
        <w:t>**Places will be allocated on a first come first serve</w:t>
      </w:r>
      <w:bookmarkStart w:id="0" w:name="_GoBack"/>
      <w:bookmarkEnd w:id="0"/>
      <w:r w:rsidRPr="004603B4">
        <w:rPr>
          <w:rFonts w:ascii="Arial" w:hAnsi="Arial" w:cs="Arial"/>
          <w:b/>
          <w:color w:val="FF0000"/>
        </w:rPr>
        <w:t xml:space="preserve"> basis**</w:t>
      </w:r>
    </w:p>
    <w:p w:rsidR="00227A01" w:rsidRPr="00EA0CC4" w:rsidRDefault="00227A01" w:rsidP="008A33F7">
      <w:pPr>
        <w:jc w:val="center"/>
        <w:rPr>
          <w:rFonts w:ascii="Arial" w:hAnsi="Arial" w:cs="Arial"/>
          <w:b/>
        </w:rPr>
      </w:pPr>
    </w:p>
    <w:sectPr w:rsidR="00227A01" w:rsidRPr="00EA0CC4" w:rsidSect="00C014BA">
      <w:headerReference w:type="default" r:id="rId8"/>
      <w:footerReference w:type="default" r:id="rId9"/>
      <w:pgSz w:w="11906" w:h="16838" w:code="9"/>
      <w:pgMar w:top="1440" w:right="1440" w:bottom="1440" w:left="1440" w:header="340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A0C" w:rsidRDefault="00A40A0C">
      <w:r>
        <w:separator/>
      </w:r>
    </w:p>
  </w:endnote>
  <w:endnote w:type="continuationSeparator" w:id="0">
    <w:p w:rsidR="00A40A0C" w:rsidRDefault="00A40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eilge 1">
    <w:altName w:val="Niagara Engraved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Garamon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A0C" w:rsidRDefault="00A40A0C" w:rsidP="006C0F7F">
    <w:pPr>
      <w:pStyle w:val="Footer"/>
      <w:rPr>
        <w:sz w:val="16"/>
      </w:rPr>
    </w:pPr>
    <w:r>
      <w:rPr>
        <w:noProof/>
        <w:color w:val="0000FF"/>
        <w:lang w:eastAsia="en-IE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-534035</wp:posOffset>
          </wp:positionH>
          <wp:positionV relativeFrom="paragraph">
            <wp:posOffset>-245745</wp:posOffset>
          </wp:positionV>
          <wp:extent cx="1106170" cy="452120"/>
          <wp:effectExtent l="19050" t="0" r="0" b="0"/>
          <wp:wrapNone/>
          <wp:docPr id="8" name="Picture 8" descr="National Developement Pl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National Developement Plan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6170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FF"/>
        <w:lang w:eastAsia="en-IE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5414645</wp:posOffset>
          </wp:positionH>
          <wp:positionV relativeFrom="paragraph">
            <wp:posOffset>-306070</wp:posOffset>
          </wp:positionV>
          <wp:extent cx="972820" cy="582295"/>
          <wp:effectExtent l="19050" t="0" r="0" b="0"/>
          <wp:wrapNone/>
          <wp:docPr id="7" name="Picture 7" descr="New Dep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ew Dept log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820" cy="5822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Garamond" w:hAnsi="AGaramond"/>
        <w:sz w:val="16"/>
      </w:rPr>
      <w:t xml:space="preserve">                                                                                                                                                                            </w:t>
    </w:r>
  </w:p>
  <w:p w:rsidR="00A40A0C" w:rsidRDefault="00A40A0C" w:rsidP="006C0F7F">
    <w:pPr>
      <w:pStyle w:val="Footer"/>
    </w:pPr>
  </w:p>
  <w:p w:rsidR="00A40A0C" w:rsidRPr="006C0F7F" w:rsidRDefault="00A40A0C" w:rsidP="006C0F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A0C" w:rsidRDefault="00A40A0C">
      <w:r>
        <w:separator/>
      </w:r>
    </w:p>
  </w:footnote>
  <w:footnote w:type="continuationSeparator" w:id="0">
    <w:p w:rsidR="00A40A0C" w:rsidRDefault="00A40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A0C" w:rsidRDefault="00705E5B" w:rsidP="00C73105">
    <w:pPr>
      <w:pStyle w:val="BodyText"/>
      <w:jc w:val="left"/>
      <w:rPr>
        <w:b/>
        <w:bCs/>
        <w:i/>
        <w:iCs/>
        <w:spacing w:val="20"/>
        <w:sz w:val="20"/>
      </w:rPr>
    </w:pPr>
    <w:r>
      <w:rPr>
        <w:b/>
        <w:bCs/>
        <w:i/>
        <w:iCs/>
        <w:noProof/>
        <w:spacing w:val="20"/>
        <w:sz w:val="20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-594360</wp:posOffset>
              </wp:positionH>
              <wp:positionV relativeFrom="paragraph">
                <wp:posOffset>34925</wp:posOffset>
              </wp:positionV>
              <wp:extent cx="3623310" cy="976630"/>
              <wp:effectExtent l="0" t="0" r="0" b="0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23310" cy="976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0A0C" w:rsidRPr="002145CB" w:rsidRDefault="00A40A0C" w:rsidP="00C014BA">
                          <w:pPr>
                            <w:ind w:left="993" w:hanging="993"/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</w:rPr>
                          </w:pPr>
                          <w:r w:rsidRPr="002145CB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</w:rPr>
                            <w:t>MONAGHAN EDUCATION CENTRE</w:t>
                          </w:r>
                        </w:p>
                        <w:p w:rsidR="00A40A0C" w:rsidRPr="002145CB" w:rsidRDefault="00A40A0C" w:rsidP="00C014BA">
                          <w:pPr>
                            <w:ind w:left="993" w:hanging="993"/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</w:rPr>
                          </w:pPr>
                          <w:proofErr w:type="spellStart"/>
                          <w:r w:rsidRPr="002145CB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</w:rPr>
                            <w:t>Knockaconny</w:t>
                          </w:r>
                          <w:proofErr w:type="spellEnd"/>
                        </w:p>
                        <w:p w:rsidR="00A40A0C" w:rsidRPr="002145CB" w:rsidRDefault="00A40A0C" w:rsidP="00C014BA">
                          <w:pPr>
                            <w:ind w:left="993" w:hanging="993"/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</w:rPr>
                          </w:pPr>
                          <w:r w:rsidRPr="002145CB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</w:rPr>
                            <w:t>Armagh Road</w:t>
                          </w:r>
                        </w:p>
                        <w:p w:rsidR="00A40A0C" w:rsidRDefault="00A40A0C" w:rsidP="00C014BA">
                          <w:pPr>
                            <w:ind w:left="993" w:hanging="993"/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</w:rPr>
                          </w:pPr>
                          <w:r w:rsidRPr="002145CB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</w:rPr>
                            <w:t>Monaghan</w:t>
                          </w:r>
                        </w:p>
                        <w:p w:rsidR="006E4931" w:rsidRPr="006E4931" w:rsidRDefault="006E4931" w:rsidP="00C014BA">
                          <w:pPr>
                            <w:ind w:left="993" w:hanging="993"/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</w:rPr>
                          </w:pPr>
                          <w:r w:rsidRPr="006E4931"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2"/>
                            </w:rPr>
                            <w:t>H18 E890</w:t>
                          </w:r>
                        </w:p>
                        <w:p w:rsidR="00A40A0C" w:rsidRDefault="00A40A0C" w:rsidP="008A2678">
                          <w:pPr>
                            <w:rPr>
                              <w:rFonts w:ascii="Arial" w:hAnsi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46.8pt;margin-top:2.75pt;width:285.3pt;height:76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" filled="f" stroked="f">
              <v:textbox>
                <w:txbxContent>
                  <w:p w:rsidR="00A40A0C" w:rsidRPr="002145CB" w:rsidRDefault="00A40A0C" w:rsidP="00C014BA">
                    <w:pPr>
                      <w:ind w:left="993" w:hanging="993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r w:rsidRPr="002145CB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>MONAGHAN EDUCATION CENTRE</w:t>
                    </w:r>
                  </w:p>
                  <w:p w:rsidR="00A40A0C" w:rsidRPr="002145CB" w:rsidRDefault="00A40A0C" w:rsidP="00C014BA">
                    <w:pPr>
                      <w:ind w:left="993" w:hanging="993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proofErr w:type="spellStart"/>
                    <w:r w:rsidRPr="002145CB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>Knockaconny</w:t>
                    </w:r>
                    <w:proofErr w:type="spellEnd"/>
                  </w:p>
                  <w:p w:rsidR="00A40A0C" w:rsidRPr="002145CB" w:rsidRDefault="00A40A0C" w:rsidP="00C014BA">
                    <w:pPr>
                      <w:ind w:left="993" w:hanging="993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r w:rsidRPr="002145CB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>Armagh Road</w:t>
                    </w:r>
                  </w:p>
                  <w:p w:rsidR="00A40A0C" w:rsidRDefault="00A40A0C" w:rsidP="00C014BA">
                    <w:pPr>
                      <w:ind w:left="993" w:hanging="993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r w:rsidRPr="002145CB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>Monaghan</w:t>
                    </w:r>
                  </w:p>
                  <w:p w:rsidR="006E4931" w:rsidRPr="006E4931" w:rsidRDefault="006E4931" w:rsidP="00C014BA">
                    <w:pPr>
                      <w:ind w:left="993" w:hanging="993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r w:rsidRPr="006E4931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>H18 E890</w:t>
                    </w:r>
                  </w:p>
                  <w:p w:rsidR="00A40A0C" w:rsidRDefault="00A40A0C" w:rsidP="008A2678">
                    <w:pPr>
                      <w:rPr>
                        <w:rFonts w:ascii="Arial" w:hAnsi="Aria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b/>
        <w:bCs/>
        <w:i/>
        <w:iCs/>
        <w:noProof/>
        <w:spacing w:val="20"/>
        <w:sz w:val="20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3956050</wp:posOffset>
              </wp:positionH>
              <wp:positionV relativeFrom="paragraph">
                <wp:posOffset>15240</wp:posOffset>
              </wp:positionV>
              <wp:extent cx="2743200" cy="1028700"/>
              <wp:effectExtent l="3175" t="0" r="0" b="381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0A0C" w:rsidRPr="00C014BA" w:rsidRDefault="00A40A0C" w:rsidP="00C73105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C014BA">
                            <w:rPr>
                              <w:rFonts w:asciiTheme="minorHAnsi" w:hAnsiTheme="minorHAnsi" w:cstheme="minorHAnsi"/>
                            </w:rPr>
                            <w:t xml:space="preserve">            </w:t>
                          </w:r>
                          <w:r w:rsidRPr="00C014BA">
                            <w:rPr>
                              <w:rFonts w:asciiTheme="minorHAnsi" w:hAnsiTheme="minorHAnsi" w:cstheme="minorHAnsi"/>
                              <w:color w:val="17365D"/>
                            </w:rPr>
                            <w:sym w:font="Wingdings" w:char="F029"/>
                          </w:r>
                          <w:r w:rsidRPr="00C014BA">
                            <w:rPr>
                              <w:rFonts w:asciiTheme="minorHAnsi" w:hAnsiTheme="minorHAnsi" w:cstheme="minorHAnsi"/>
                            </w:rPr>
                            <w:t xml:space="preserve"> 047 74000    </w:t>
                          </w:r>
                          <w:r w:rsidRPr="00C014BA">
                            <w:rPr>
                              <w:rFonts w:asciiTheme="minorHAnsi" w:hAnsiTheme="minorHAnsi" w:cstheme="minorHAnsi"/>
                              <w:color w:val="17365D"/>
                            </w:rPr>
                            <w:sym w:font="Wingdings 2" w:char="F037"/>
                          </w:r>
                          <w:r w:rsidRPr="00C014BA">
                            <w:rPr>
                              <w:rFonts w:asciiTheme="minorHAnsi" w:hAnsiTheme="minorHAnsi" w:cstheme="minorHAnsi"/>
                            </w:rPr>
                            <w:t xml:space="preserve"> 047 74010</w:t>
                          </w:r>
                        </w:p>
                        <w:p w:rsidR="00A40A0C" w:rsidRPr="00C014BA" w:rsidRDefault="00A40A0C" w:rsidP="008C6303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C014BA">
                            <w:rPr>
                              <w:rFonts w:asciiTheme="minorHAnsi" w:hAnsiTheme="minorHAnsi" w:cstheme="minorHAnsi"/>
                            </w:rPr>
                            <w:t xml:space="preserve">            </w:t>
                          </w:r>
                          <w:r w:rsidRPr="002145CB">
                            <w:rPr>
                              <w:rFonts w:asciiTheme="minorHAnsi" w:hAnsiTheme="minorHAnsi" w:cstheme="minorHAnsi"/>
                              <w:b/>
                            </w:rPr>
                            <w:t>Email</w:t>
                          </w:r>
                          <w:r>
                            <w:rPr>
                              <w:rFonts w:asciiTheme="minorHAnsi" w:hAnsiTheme="minorHAnsi" w:cstheme="minorHAnsi"/>
                            </w:rPr>
                            <w:t>:</w:t>
                          </w:r>
                          <w:r w:rsidRPr="00C014BA">
                            <w:rPr>
                              <w:rFonts w:asciiTheme="minorHAnsi" w:hAnsiTheme="minorHAnsi" w:cstheme="minorHAnsi"/>
                            </w:rPr>
                            <w:t xml:space="preserve"> </w:t>
                          </w:r>
                          <w:hyperlink r:id="rId1" w:history="1">
                            <w:r w:rsidRPr="00C014BA">
                              <w:rPr>
                                <w:rStyle w:val="Hyperlink"/>
                                <w:rFonts w:asciiTheme="minorHAnsi" w:hAnsiTheme="minorHAnsi" w:cstheme="minorHAnsi"/>
                              </w:rPr>
                              <w:t>info@metc.ie</w:t>
                            </w:r>
                          </w:hyperlink>
                        </w:p>
                        <w:p w:rsidR="00A40A0C" w:rsidRPr="00C014BA" w:rsidRDefault="00A40A0C" w:rsidP="008C6303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</w:rPr>
                            <w:t xml:space="preserve">            </w:t>
                          </w:r>
                          <w:proofErr w:type="gramStart"/>
                          <w:r w:rsidRPr="002145CB">
                            <w:rPr>
                              <w:rFonts w:asciiTheme="minorHAnsi" w:hAnsiTheme="minorHAnsi" w:cstheme="minorHAnsi"/>
                              <w:b/>
                            </w:rPr>
                            <w:t>Website</w:t>
                          </w:r>
                          <w:r>
                            <w:rPr>
                              <w:rFonts w:asciiTheme="minorHAnsi" w:hAnsiTheme="minorHAnsi" w:cstheme="minorHAnsi"/>
                            </w:rPr>
                            <w:t xml:space="preserve"> :</w:t>
                          </w:r>
                          <w:proofErr w:type="gramEnd"/>
                          <w:r w:rsidRPr="00C014BA">
                            <w:rPr>
                              <w:rFonts w:asciiTheme="minorHAnsi" w:hAnsiTheme="minorHAnsi" w:cstheme="minorHAnsi"/>
                            </w:rPr>
                            <w:t xml:space="preserve"> </w:t>
                          </w:r>
                          <w:hyperlink r:id="rId2" w:history="1">
                            <w:r w:rsidRPr="00C014BA">
                              <w:rPr>
                                <w:rStyle w:val="Hyperlink"/>
                                <w:rFonts w:asciiTheme="minorHAnsi" w:hAnsiTheme="minorHAnsi" w:cstheme="minorHAnsi"/>
                              </w:rPr>
                              <w:t>www.metc.ie</w:t>
                            </w:r>
                          </w:hyperlink>
                          <w:r w:rsidRPr="00C014BA">
                            <w:rPr>
                              <w:rFonts w:asciiTheme="minorHAnsi" w:hAnsiTheme="minorHAnsi" w:cstheme="minorHAnsi"/>
                            </w:rPr>
                            <w:t xml:space="preserve"> </w:t>
                          </w:r>
                        </w:p>
                        <w:p w:rsidR="00A40A0C" w:rsidRDefault="00A40A0C" w:rsidP="00C73105">
                          <w:pPr>
                            <w:rPr>
                              <w:rFonts w:ascii="Arial" w:hAnsi="Arial"/>
                            </w:rPr>
                          </w:pPr>
                          <w:r w:rsidRPr="00C014BA">
                            <w:rPr>
                              <w:rFonts w:asciiTheme="minorHAnsi" w:hAnsiTheme="minorHAnsi" w:cstheme="minorHAnsi"/>
                            </w:rPr>
                            <w:t xml:space="preserve">            </w:t>
                          </w:r>
                          <w:r w:rsidRPr="002145CB">
                            <w:rPr>
                              <w:rFonts w:asciiTheme="minorHAnsi" w:hAnsiTheme="minorHAnsi" w:cstheme="minorHAnsi"/>
                              <w:b/>
                            </w:rPr>
                            <w:t>Director</w:t>
                          </w:r>
                          <w:r w:rsidRPr="00C014BA">
                            <w:rPr>
                              <w:rFonts w:asciiTheme="minorHAnsi" w:hAnsiTheme="minorHAnsi" w:cstheme="minorHAnsi"/>
                            </w:rPr>
                            <w:t>: Jimmy McGeough</w:t>
                          </w:r>
                          <w:r w:rsidRPr="00C014BA">
                            <w:rPr>
                              <w:rFonts w:asciiTheme="minorHAnsi" w:hAnsiTheme="minorHAnsi" w:cstheme="minorHAnsi"/>
                            </w:rPr>
                            <w:br/>
                            <w:t xml:space="preserve">            </w:t>
                          </w:r>
                          <w:r w:rsidRPr="002145CB">
                            <w:rPr>
                              <w:rFonts w:asciiTheme="minorHAnsi" w:hAnsiTheme="minorHAnsi" w:cstheme="minorHAnsi"/>
                              <w:b/>
                            </w:rPr>
                            <w:t>Chairperson</w:t>
                          </w:r>
                          <w:r w:rsidRPr="00C014BA">
                            <w:rPr>
                              <w:rFonts w:asciiTheme="minorHAnsi" w:hAnsiTheme="minorHAnsi" w:cstheme="minorHAnsi"/>
                            </w:rPr>
                            <w:t>: Roy Mallon</w:t>
                          </w:r>
                          <w:r>
                            <w:rPr>
                              <w:rFonts w:ascii="Arial" w:hAnsi="Arial" w:cs="Arial"/>
                            </w:rPr>
                            <w:br/>
                          </w:r>
                          <w:r w:rsidR="00F30F77">
                            <w:rPr>
                              <w:noProof/>
                            </w:rPr>
                            <w:drawing>
                              <wp:inline distT="0" distB="0" distL="0" distR="0" wp14:anchorId="31DF54F0" wp14:editId="6DDC99DA">
                                <wp:extent cx="1025525" cy="723900"/>
                                <wp:effectExtent l="0" t="0" r="3175" b="0"/>
                                <wp:docPr id="9" name="Picture 3" descr="\\Ihf-data2008\company\IHF\Shared Information\Communications\LOGOS 2017\NEW LOGOS 2017\Logos Jan 2017\Irish Heart\Jpegs\IH_Square_RGB.jp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" name="Picture 3" descr="\\Ihf-data2008\company\IHF\Shared Information\Communications\LOGOS 2017\NEW LOGOS 2017\Logos Jan 2017\Irish Heart\Jpegs\IH_Square_RGB.jp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25525" cy="723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A40A0C" w:rsidRDefault="00A40A0C" w:rsidP="00C73105">
                          <w:pPr>
                            <w:jc w:val="center"/>
                            <w:rPr>
                              <w:rFonts w:ascii="Arial" w:hAnsi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311.5pt;margin-top:1.2pt;width:3in;height:8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" filled="f" stroked="f">
              <v:textbox>
                <w:txbxContent>
                  <w:p w:rsidR="00A40A0C" w:rsidRPr="00C014BA" w:rsidRDefault="00A40A0C" w:rsidP="00C73105">
                    <w:pPr>
                      <w:rPr>
                        <w:rFonts w:asciiTheme="minorHAnsi" w:hAnsiTheme="minorHAnsi" w:cstheme="minorHAnsi"/>
                      </w:rPr>
                    </w:pPr>
                    <w:r w:rsidRPr="00C014BA">
                      <w:rPr>
                        <w:rFonts w:asciiTheme="minorHAnsi" w:hAnsiTheme="minorHAnsi" w:cstheme="minorHAnsi"/>
                      </w:rPr>
                      <w:t xml:space="preserve">            </w:t>
                    </w:r>
                    <w:r w:rsidRPr="00C014BA">
                      <w:rPr>
                        <w:rFonts w:asciiTheme="minorHAnsi" w:hAnsiTheme="minorHAnsi" w:cstheme="minorHAnsi"/>
                        <w:color w:val="17365D"/>
                      </w:rPr>
                      <w:sym w:font="Wingdings" w:char="F029"/>
                    </w:r>
                    <w:r w:rsidRPr="00C014BA">
                      <w:rPr>
                        <w:rFonts w:asciiTheme="minorHAnsi" w:hAnsiTheme="minorHAnsi" w:cstheme="minorHAnsi"/>
                      </w:rPr>
                      <w:t xml:space="preserve"> 047 74000    </w:t>
                    </w:r>
                    <w:r w:rsidRPr="00C014BA">
                      <w:rPr>
                        <w:rFonts w:asciiTheme="minorHAnsi" w:hAnsiTheme="minorHAnsi" w:cstheme="minorHAnsi"/>
                        <w:color w:val="17365D"/>
                      </w:rPr>
                      <w:sym w:font="Wingdings 2" w:char="F037"/>
                    </w:r>
                    <w:r w:rsidRPr="00C014BA">
                      <w:rPr>
                        <w:rFonts w:asciiTheme="minorHAnsi" w:hAnsiTheme="minorHAnsi" w:cstheme="minorHAnsi"/>
                      </w:rPr>
                      <w:t xml:space="preserve"> 047 74010</w:t>
                    </w:r>
                  </w:p>
                  <w:p w:rsidR="00A40A0C" w:rsidRPr="00C014BA" w:rsidRDefault="00A40A0C" w:rsidP="008C6303">
                    <w:pPr>
                      <w:rPr>
                        <w:rFonts w:asciiTheme="minorHAnsi" w:hAnsiTheme="minorHAnsi" w:cstheme="minorHAnsi"/>
                      </w:rPr>
                    </w:pPr>
                    <w:r w:rsidRPr="00C014BA">
                      <w:rPr>
                        <w:rFonts w:asciiTheme="minorHAnsi" w:hAnsiTheme="minorHAnsi" w:cstheme="minorHAnsi"/>
                      </w:rPr>
                      <w:t xml:space="preserve">            </w:t>
                    </w:r>
                    <w:r w:rsidRPr="002145CB">
                      <w:rPr>
                        <w:rFonts w:asciiTheme="minorHAnsi" w:hAnsiTheme="minorHAnsi" w:cstheme="minorHAnsi"/>
                        <w:b/>
                      </w:rPr>
                      <w:t>Email</w:t>
                    </w:r>
                    <w:r>
                      <w:rPr>
                        <w:rFonts w:asciiTheme="minorHAnsi" w:hAnsiTheme="minorHAnsi" w:cstheme="minorHAnsi"/>
                      </w:rPr>
                      <w:t>:</w:t>
                    </w:r>
                    <w:r w:rsidRPr="00C014BA">
                      <w:rPr>
                        <w:rFonts w:asciiTheme="minorHAnsi" w:hAnsiTheme="minorHAnsi" w:cstheme="minorHAnsi"/>
                      </w:rPr>
                      <w:t xml:space="preserve"> </w:t>
                    </w:r>
                    <w:hyperlink r:id="rId4" w:history="1">
                      <w:r w:rsidRPr="00C014BA">
                        <w:rPr>
                          <w:rStyle w:val="Hyperlink"/>
                          <w:rFonts w:asciiTheme="minorHAnsi" w:hAnsiTheme="minorHAnsi" w:cstheme="minorHAnsi"/>
                        </w:rPr>
                        <w:t>info@metc.ie</w:t>
                      </w:r>
                    </w:hyperlink>
                  </w:p>
                  <w:p w:rsidR="00A40A0C" w:rsidRPr="00C014BA" w:rsidRDefault="00A40A0C" w:rsidP="008C6303">
                    <w:pPr>
                      <w:rPr>
                        <w:rFonts w:asciiTheme="minorHAnsi" w:hAnsiTheme="minorHAnsi" w:cstheme="minorHAnsi"/>
                      </w:rPr>
                    </w:pPr>
                    <w:r>
                      <w:rPr>
                        <w:rFonts w:asciiTheme="minorHAnsi" w:hAnsiTheme="minorHAnsi" w:cstheme="minorHAnsi"/>
                      </w:rPr>
                      <w:t xml:space="preserve">            </w:t>
                    </w:r>
                    <w:proofErr w:type="gramStart"/>
                    <w:r w:rsidRPr="002145CB">
                      <w:rPr>
                        <w:rFonts w:asciiTheme="minorHAnsi" w:hAnsiTheme="minorHAnsi" w:cstheme="minorHAnsi"/>
                        <w:b/>
                      </w:rPr>
                      <w:t>Website</w:t>
                    </w:r>
                    <w:r>
                      <w:rPr>
                        <w:rFonts w:asciiTheme="minorHAnsi" w:hAnsiTheme="minorHAnsi" w:cstheme="minorHAnsi"/>
                      </w:rPr>
                      <w:t xml:space="preserve"> :</w:t>
                    </w:r>
                    <w:proofErr w:type="gramEnd"/>
                    <w:r w:rsidRPr="00C014BA">
                      <w:rPr>
                        <w:rFonts w:asciiTheme="minorHAnsi" w:hAnsiTheme="minorHAnsi" w:cstheme="minorHAnsi"/>
                      </w:rPr>
                      <w:t xml:space="preserve"> </w:t>
                    </w:r>
                    <w:hyperlink r:id="rId5" w:history="1">
                      <w:r w:rsidRPr="00C014BA">
                        <w:rPr>
                          <w:rStyle w:val="Hyperlink"/>
                          <w:rFonts w:asciiTheme="minorHAnsi" w:hAnsiTheme="minorHAnsi" w:cstheme="minorHAnsi"/>
                        </w:rPr>
                        <w:t>www.metc.ie</w:t>
                      </w:r>
                    </w:hyperlink>
                    <w:r w:rsidRPr="00C014BA">
                      <w:rPr>
                        <w:rFonts w:asciiTheme="minorHAnsi" w:hAnsiTheme="minorHAnsi" w:cstheme="minorHAnsi"/>
                      </w:rPr>
                      <w:t xml:space="preserve"> </w:t>
                    </w:r>
                  </w:p>
                  <w:p w:rsidR="00A40A0C" w:rsidRDefault="00A40A0C" w:rsidP="00C73105">
                    <w:pPr>
                      <w:rPr>
                        <w:rFonts w:ascii="Arial" w:hAnsi="Arial"/>
                      </w:rPr>
                    </w:pPr>
                    <w:r w:rsidRPr="00C014BA">
                      <w:rPr>
                        <w:rFonts w:asciiTheme="minorHAnsi" w:hAnsiTheme="minorHAnsi" w:cstheme="minorHAnsi"/>
                      </w:rPr>
                      <w:t xml:space="preserve">            </w:t>
                    </w:r>
                    <w:r w:rsidRPr="002145CB">
                      <w:rPr>
                        <w:rFonts w:asciiTheme="minorHAnsi" w:hAnsiTheme="minorHAnsi" w:cstheme="minorHAnsi"/>
                        <w:b/>
                      </w:rPr>
                      <w:t>Director</w:t>
                    </w:r>
                    <w:r w:rsidRPr="00C014BA">
                      <w:rPr>
                        <w:rFonts w:asciiTheme="minorHAnsi" w:hAnsiTheme="minorHAnsi" w:cstheme="minorHAnsi"/>
                      </w:rPr>
                      <w:t>: Jimmy McGeough</w:t>
                    </w:r>
                    <w:r w:rsidRPr="00C014BA">
                      <w:rPr>
                        <w:rFonts w:asciiTheme="minorHAnsi" w:hAnsiTheme="minorHAnsi" w:cstheme="minorHAnsi"/>
                      </w:rPr>
                      <w:br/>
                      <w:t xml:space="preserve">            </w:t>
                    </w:r>
                    <w:r w:rsidRPr="002145CB">
                      <w:rPr>
                        <w:rFonts w:asciiTheme="minorHAnsi" w:hAnsiTheme="minorHAnsi" w:cstheme="minorHAnsi"/>
                        <w:b/>
                      </w:rPr>
                      <w:t>Chairperson</w:t>
                    </w:r>
                    <w:r w:rsidRPr="00C014BA">
                      <w:rPr>
                        <w:rFonts w:asciiTheme="minorHAnsi" w:hAnsiTheme="minorHAnsi" w:cstheme="minorHAnsi"/>
                      </w:rPr>
                      <w:t>: Roy Mallon</w:t>
                    </w:r>
                    <w:r>
                      <w:rPr>
                        <w:rFonts w:ascii="Arial" w:hAnsi="Arial" w:cs="Arial"/>
                      </w:rPr>
                      <w:br/>
                    </w:r>
                    <w:r w:rsidR="00F30F77">
                      <w:rPr>
                        <w:noProof/>
                      </w:rPr>
                      <w:drawing>
                        <wp:inline distT="0" distB="0" distL="0" distR="0" wp14:anchorId="31DF54F0" wp14:editId="6DDC99DA">
                          <wp:extent cx="1025525" cy="723900"/>
                          <wp:effectExtent l="0" t="0" r="3175" b="0"/>
                          <wp:docPr id="9" name="Picture 3" descr="\\Ihf-data2008\company\IHF\Shared Information\Communications\LOGOS 2017\NEW LOGOS 2017\Logos Jan 2017\Irish Heart\Jpegs\IH_Square_RGB.jp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" name="Picture 3" descr="\\Ihf-data2008\company\IHF\Shared Information\Communications\LOGOS 2017\NEW LOGOS 2017\Logos Jan 2017\Irish Heart\Jpegs\IH_Square_RGB.jp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25525" cy="723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40A0C" w:rsidRDefault="00A40A0C" w:rsidP="00C73105">
                    <w:pPr>
                      <w:jc w:val="center"/>
                      <w:rPr>
                        <w:rFonts w:ascii="Arial" w:hAnsi="Arial"/>
                      </w:rPr>
                    </w:pPr>
                  </w:p>
                </w:txbxContent>
              </v:textbox>
            </v:shape>
          </w:pict>
        </mc:Fallback>
      </mc:AlternateContent>
    </w:r>
    <w:r w:rsidR="00A40A0C">
      <w:rPr>
        <w:b/>
        <w:bCs/>
        <w:i/>
        <w:iCs/>
        <w:spacing w:val="20"/>
        <w:sz w:val="20"/>
      </w:rPr>
      <w:t xml:space="preserve">                                           </w:t>
    </w:r>
    <w:r w:rsidR="00A40A0C" w:rsidRPr="00C73105">
      <w:rPr>
        <w:rFonts w:ascii="Times New Roman" w:hAnsi="Times New Roman" w:cs="Times New Roman"/>
        <w:sz w:val="20"/>
        <w:szCs w:val="20"/>
      </w:rPr>
      <w:object w:dxaOrig="3435" w:dyaOrig="32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2pt;height:78.75pt">
          <v:imagedata r:id="rId6" o:title=""/>
        </v:shape>
        <o:OLEObject Type="Embed" ProgID="PBrush" ShapeID="_x0000_i1025" DrawAspect="Content" ObjectID="_1566291054" r:id="rId7"/>
      </w:object>
    </w:r>
  </w:p>
  <w:p w:rsidR="00A40A0C" w:rsidRDefault="00705E5B" w:rsidP="00C73105">
    <w:pPr>
      <w:pStyle w:val="BodyText"/>
      <w:jc w:val="left"/>
      <w:rPr>
        <w:b/>
        <w:bCs/>
        <w:i/>
        <w:iCs/>
        <w:spacing w:val="20"/>
        <w:sz w:val="20"/>
      </w:rPr>
    </w:pPr>
    <w:r>
      <w:rPr>
        <w:b/>
        <w:bCs/>
        <w:i/>
        <w:iCs/>
        <w:noProof/>
        <w:spacing w:val="20"/>
        <w:sz w:val="20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457200</wp:posOffset>
              </wp:positionH>
              <wp:positionV relativeFrom="paragraph">
                <wp:posOffset>43815</wp:posOffset>
              </wp:positionV>
              <wp:extent cx="4686300" cy="629285"/>
              <wp:effectExtent l="9525" t="5715" r="9525" b="1270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292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40A0C" w:rsidRPr="00C014BA" w:rsidRDefault="00A40A0C" w:rsidP="008C6303">
                          <w:pPr>
                            <w:pStyle w:val="Heading1"/>
                            <w:jc w:val="center"/>
                            <w:rPr>
                              <w:rFonts w:ascii="Script MT Bold" w:hAnsi="Script MT Bold"/>
                            </w:rPr>
                          </w:pPr>
                          <w:proofErr w:type="spellStart"/>
                          <w:r w:rsidRPr="00C014BA">
                            <w:rPr>
                              <w:rFonts w:ascii="Script MT Bold" w:hAnsi="Script MT Bold"/>
                            </w:rPr>
                            <w:t>Ionad</w:t>
                          </w:r>
                          <w:proofErr w:type="spellEnd"/>
                          <w:r w:rsidRPr="00C014BA">
                            <w:rPr>
                              <w:rFonts w:ascii="Script MT Bold" w:hAnsi="Script MT Bold"/>
                            </w:rPr>
                            <w:t xml:space="preserve"> </w:t>
                          </w:r>
                          <w:proofErr w:type="spellStart"/>
                          <w:r w:rsidRPr="00C014BA">
                            <w:rPr>
                              <w:rFonts w:ascii="Script MT Bold" w:hAnsi="Script MT Bold"/>
                            </w:rPr>
                            <w:t>Oideachais</w:t>
                          </w:r>
                          <w:proofErr w:type="spellEnd"/>
                          <w:r w:rsidRPr="00C014BA">
                            <w:rPr>
                              <w:rFonts w:ascii="Script MT Bold" w:hAnsi="Script MT Bold"/>
                            </w:rPr>
                            <w:t xml:space="preserve"> </w:t>
                          </w:r>
                          <w:proofErr w:type="spellStart"/>
                          <w:r w:rsidRPr="00C014BA">
                            <w:rPr>
                              <w:rFonts w:ascii="Script MT Bold" w:hAnsi="Script MT Bold"/>
                            </w:rPr>
                            <w:t>Mhuineacháin</w:t>
                          </w:r>
                          <w:proofErr w:type="spellEnd"/>
                        </w:p>
                        <w:p w:rsidR="00A40A0C" w:rsidRPr="00C014BA" w:rsidRDefault="00A40A0C" w:rsidP="008C6303">
                          <w:pPr>
                            <w:pStyle w:val="Heading2"/>
                            <w:rPr>
                              <w:rFonts w:ascii="Script MT Bold" w:hAnsi="Script MT Bold"/>
                            </w:rPr>
                          </w:pPr>
                          <w:proofErr w:type="spellStart"/>
                          <w:r w:rsidRPr="00C014BA">
                            <w:rPr>
                              <w:rFonts w:ascii="Script MT Bold" w:hAnsi="Script MT Bold"/>
                            </w:rPr>
                            <w:t>Cnoc</w:t>
                          </w:r>
                          <w:proofErr w:type="spellEnd"/>
                          <w:r w:rsidRPr="00C014BA">
                            <w:rPr>
                              <w:rFonts w:ascii="Script MT Bold" w:hAnsi="Script MT Bold"/>
                            </w:rPr>
                            <w:t xml:space="preserve"> an </w:t>
                          </w:r>
                          <w:proofErr w:type="spellStart"/>
                          <w:r w:rsidRPr="00C014BA">
                            <w:rPr>
                              <w:rFonts w:ascii="Script MT Bold" w:hAnsi="Script MT Bold"/>
                            </w:rPr>
                            <w:t>Chonnaidh</w:t>
                          </w:r>
                          <w:proofErr w:type="spellEnd"/>
                          <w:r w:rsidRPr="00C014BA">
                            <w:rPr>
                              <w:rFonts w:ascii="Script MT Bold" w:hAnsi="Script MT Bold"/>
                            </w:rPr>
                            <w:t xml:space="preserve">, </w:t>
                          </w:r>
                          <w:proofErr w:type="spellStart"/>
                          <w:r w:rsidRPr="00C014BA">
                            <w:rPr>
                              <w:rFonts w:ascii="Script MT Bold" w:hAnsi="Script MT Bold"/>
                            </w:rPr>
                            <w:t>Muineachán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8" type="#_x0000_t202" style="position:absolute;margin-left:36pt;margin-top:3.45pt;width:369pt;height:49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" strokecolor="white">
              <v:textbox>
                <w:txbxContent>
                  <w:p w:rsidR="00A40A0C" w:rsidRPr="00C014BA" w:rsidRDefault="00A40A0C" w:rsidP="008C6303">
                    <w:pPr>
                      <w:pStyle w:val="Heading1"/>
                      <w:jc w:val="center"/>
                      <w:rPr>
                        <w:rFonts w:ascii="Script MT Bold" w:hAnsi="Script MT Bold"/>
                      </w:rPr>
                    </w:pPr>
                    <w:proofErr w:type="spellStart"/>
                    <w:r w:rsidRPr="00C014BA">
                      <w:rPr>
                        <w:rFonts w:ascii="Script MT Bold" w:hAnsi="Script MT Bold"/>
                      </w:rPr>
                      <w:t>Ionad</w:t>
                    </w:r>
                    <w:proofErr w:type="spellEnd"/>
                    <w:r w:rsidRPr="00C014BA">
                      <w:rPr>
                        <w:rFonts w:ascii="Script MT Bold" w:hAnsi="Script MT Bold"/>
                      </w:rPr>
                      <w:t xml:space="preserve"> </w:t>
                    </w:r>
                    <w:proofErr w:type="spellStart"/>
                    <w:r w:rsidRPr="00C014BA">
                      <w:rPr>
                        <w:rFonts w:ascii="Script MT Bold" w:hAnsi="Script MT Bold"/>
                      </w:rPr>
                      <w:t>Oideachais</w:t>
                    </w:r>
                    <w:proofErr w:type="spellEnd"/>
                    <w:r w:rsidRPr="00C014BA">
                      <w:rPr>
                        <w:rFonts w:ascii="Script MT Bold" w:hAnsi="Script MT Bold"/>
                      </w:rPr>
                      <w:t xml:space="preserve"> </w:t>
                    </w:r>
                    <w:proofErr w:type="spellStart"/>
                    <w:r w:rsidRPr="00C014BA">
                      <w:rPr>
                        <w:rFonts w:ascii="Script MT Bold" w:hAnsi="Script MT Bold"/>
                      </w:rPr>
                      <w:t>Mhuineacháin</w:t>
                    </w:r>
                    <w:proofErr w:type="spellEnd"/>
                  </w:p>
                  <w:p w:rsidR="00A40A0C" w:rsidRPr="00C014BA" w:rsidRDefault="00A40A0C" w:rsidP="008C6303">
                    <w:pPr>
                      <w:pStyle w:val="Heading2"/>
                      <w:rPr>
                        <w:rFonts w:ascii="Script MT Bold" w:hAnsi="Script MT Bold"/>
                      </w:rPr>
                    </w:pPr>
                    <w:proofErr w:type="spellStart"/>
                    <w:r w:rsidRPr="00C014BA">
                      <w:rPr>
                        <w:rFonts w:ascii="Script MT Bold" w:hAnsi="Script MT Bold"/>
                      </w:rPr>
                      <w:t>Cnoc</w:t>
                    </w:r>
                    <w:proofErr w:type="spellEnd"/>
                    <w:r w:rsidRPr="00C014BA">
                      <w:rPr>
                        <w:rFonts w:ascii="Script MT Bold" w:hAnsi="Script MT Bold"/>
                      </w:rPr>
                      <w:t xml:space="preserve"> an </w:t>
                    </w:r>
                    <w:proofErr w:type="spellStart"/>
                    <w:r w:rsidRPr="00C014BA">
                      <w:rPr>
                        <w:rFonts w:ascii="Script MT Bold" w:hAnsi="Script MT Bold"/>
                      </w:rPr>
                      <w:t>Chonnaidh</w:t>
                    </w:r>
                    <w:proofErr w:type="spellEnd"/>
                    <w:r w:rsidRPr="00C014BA">
                      <w:rPr>
                        <w:rFonts w:ascii="Script MT Bold" w:hAnsi="Script MT Bold"/>
                      </w:rPr>
                      <w:t xml:space="preserve">, </w:t>
                    </w:r>
                    <w:proofErr w:type="spellStart"/>
                    <w:r w:rsidRPr="00C014BA">
                      <w:rPr>
                        <w:rFonts w:ascii="Script MT Bold" w:hAnsi="Script MT Bold"/>
                      </w:rPr>
                      <w:t>Muineachán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:rsidR="00A40A0C" w:rsidRDefault="00A40A0C" w:rsidP="00C73105">
    <w:pPr>
      <w:rPr>
        <w:rFonts w:ascii="Arial" w:hAnsi="Arial"/>
      </w:rPr>
    </w:pPr>
  </w:p>
  <w:p w:rsidR="00A40A0C" w:rsidRDefault="00A40A0C" w:rsidP="00C73105">
    <w:pPr>
      <w:rPr>
        <w:rFonts w:ascii="Arial" w:hAnsi="Arial"/>
      </w:rPr>
    </w:pPr>
  </w:p>
  <w:p w:rsidR="00A40A0C" w:rsidRDefault="00A40A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872A7"/>
    <w:multiLevelType w:val="hybridMultilevel"/>
    <w:tmpl w:val="90767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13790"/>
    <w:multiLevelType w:val="hybridMultilevel"/>
    <w:tmpl w:val="911437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B408B"/>
    <w:multiLevelType w:val="hybridMultilevel"/>
    <w:tmpl w:val="892CCD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43976"/>
    <w:multiLevelType w:val="hybridMultilevel"/>
    <w:tmpl w:val="5644007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D1A2D"/>
    <w:multiLevelType w:val="hybridMultilevel"/>
    <w:tmpl w:val="D26C354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35993"/>
    <w:multiLevelType w:val="hybridMultilevel"/>
    <w:tmpl w:val="99BE8568"/>
    <w:lvl w:ilvl="0" w:tplc="6860B39A">
      <w:start w:val="2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34C47C0A"/>
    <w:multiLevelType w:val="hybridMultilevel"/>
    <w:tmpl w:val="24F05F8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56E2F"/>
    <w:multiLevelType w:val="hybridMultilevel"/>
    <w:tmpl w:val="87DED91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56471"/>
    <w:multiLevelType w:val="hybridMultilevel"/>
    <w:tmpl w:val="4A120A2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85C83"/>
    <w:multiLevelType w:val="hybridMultilevel"/>
    <w:tmpl w:val="4044BF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E5614C"/>
    <w:multiLevelType w:val="hybridMultilevel"/>
    <w:tmpl w:val="049652BC"/>
    <w:lvl w:ilvl="0" w:tplc="90A8FF0C">
      <w:start w:val="2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9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3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67A"/>
    <w:rsid w:val="0002117E"/>
    <w:rsid w:val="0002738F"/>
    <w:rsid w:val="000370B1"/>
    <w:rsid w:val="00043BD1"/>
    <w:rsid w:val="000E0AB2"/>
    <w:rsid w:val="000E1ABE"/>
    <w:rsid w:val="00105FD8"/>
    <w:rsid w:val="00154644"/>
    <w:rsid w:val="0016366C"/>
    <w:rsid w:val="001A3188"/>
    <w:rsid w:val="001B2558"/>
    <w:rsid w:val="00205E2E"/>
    <w:rsid w:val="002145CB"/>
    <w:rsid w:val="00227A01"/>
    <w:rsid w:val="002479BF"/>
    <w:rsid w:val="00296903"/>
    <w:rsid w:val="002B0C9D"/>
    <w:rsid w:val="002E3856"/>
    <w:rsid w:val="00306759"/>
    <w:rsid w:val="003616A5"/>
    <w:rsid w:val="0036400B"/>
    <w:rsid w:val="00364C71"/>
    <w:rsid w:val="00365842"/>
    <w:rsid w:val="00390EC2"/>
    <w:rsid w:val="00392A78"/>
    <w:rsid w:val="003A6EEA"/>
    <w:rsid w:val="003C655C"/>
    <w:rsid w:val="003D1CB8"/>
    <w:rsid w:val="003E1435"/>
    <w:rsid w:val="00401AD2"/>
    <w:rsid w:val="00440AD9"/>
    <w:rsid w:val="00454F82"/>
    <w:rsid w:val="004603B4"/>
    <w:rsid w:val="0048729D"/>
    <w:rsid w:val="004B163C"/>
    <w:rsid w:val="004C49D0"/>
    <w:rsid w:val="004E1E00"/>
    <w:rsid w:val="004E508F"/>
    <w:rsid w:val="005209FA"/>
    <w:rsid w:val="0052580E"/>
    <w:rsid w:val="00545028"/>
    <w:rsid w:val="005A332F"/>
    <w:rsid w:val="005B4C1B"/>
    <w:rsid w:val="005E79FC"/>
    <w:rsid w:val="006163BE"/>
    <w:rsid w:val="0069367A"/>
    <w:rsid w:val="006B0054"/>
    <w:rsid w:val="006B4243"/>
    <w:rsid w:val="006C0F7F"/>
    <w:rsid w:val="006E4931"/>
    <w:rsid w:val="00705E5B"/>
    <w:rsid w:val="00716985"/>
    <w:rsid w:val="0072490E"/>
    <w:rsid w:val="0073775C"/>
    <w:rsid w:val="007736E1"/>
    <w:rsid w:val="007A3EB3"/>
    <w:rsid w:val="007B27F9"/>
    <w:rsid w:val="007B383B"/>
    <w:rsid w:val="007B6431"/>
    <w:rsid w:val="00822CB4"/>
    <w:rsid w:val="008249F1"/>
    <w:rsid w:val="00825C0C"/>
    <w:rsid w:val="00826F12"/>
    <w:rsid w:val="008854E6"/>
    <w:rsid w:val="008A2678"/>
    <w:rsid w:val="008A33F7"/>
    <w:rsid w:val="008C5F35"/>
    <w:rsid w:val="008C6303"/>
    <w:rsid w:val="008F4007"/>
    <w:rsid w:val="008F42D5"/>
    <w:rsid w:val="00945BB0"/>
    <w:rsid w:val="009654A1"/>
    <w:rsid w:val="009B4F2E"/>
    <w:rsid w:val="009E44CA"/>
    <w:rsid w:val="00A0741D"/>
    <w:rsid w:val="00A40A0C"/>
    <w:rsid w:val="00A55839"/>
    <w:rsid w:val="00A85064"/>
    <w:rsid w:val="00AC5825"/>
    <w:rsid w:val="00AE7335"/>
    <w:rsid w:val="00B018BC"/>
    <w:rsid w:val="00B274F4"/>
    <w:rsid w:val="00B27F0C"/>
    <w:rsid w:val="00B442CC"/>
    <w:rsid w:val="00B46F4F"/>
    <w:rsid w:val="00B6132B"/>
    <w:rsid w:val="00B655D1"/>
    <w:rsid w:val="00B94C70"/>
    <w:rsid w:val="00C014BA"/>
    <w:rsid w:val="00C124BB"/>
    <w:rsid w:val="00C17F31"/>
    <w:rsid w:val="00C73105"/>
    <w:rsid w:val="00C775C8"/>
    <w:rsid w:val="00C82489"/>
    <w:rsid w:val="00CB5C28"/>
    <w:rsid w:val="00CC3E9E"/>
    <w:rsid w:val="00CD0D5F"/>
    <w:rsid w:val="00CE6E36"/>
    <w:rsid w:val="00D06865"/>
    <w:rsid w:val="00DC7496"/>
    <w:rsid w:val="00DD12FC"/>
    <w:rsid w:val="00E0432C"/>
    <w:rsid w:val="00E34429"/>
    <w:rsid w:val="00E42F81"/>
    <w:rsid w:val="00E45836"/>
    <w:rsid w:val="00E6147C"/>
    <w:rsid w:val="00EA0CC4"/>
    <w:rsid w:val="00EF3B06"/>
    <w:rsid w:val="00F16BE0"/>
    <w:rsid w:val="00F30F77"/>
    <w:rsid w:val="00F32BD1"/>
    <w:rsid w:val="00F43872"/>
    <w:rsid w:val="00F73A7C"/>
    <w:rsid w:val="00F84036"/>
    <w:rsid w:val="00F90D0F"/>
    <w:rsid w:val="00FB6C39"/>
    <w:rsid w:val="00FD35B6"/>
    <w:rsid w:val="00FF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  <w15:docId w15:val="{B66114FD-4477-4D2D-BE50-46370CF7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2580E"/>
    <w:rPr>
      <w:lang w:eastAsia="en-US"/>
    </w:rPr>
  </w:style>
  <w:style w:type="paragraph" w:styleId="Heading1">
    <w:name w:val="heading 1"/>
    <w:basedOn w:val="Normal"/>
    <w:next w:val="Normal"/>
    <w:qFormat/>
    <w:rsid w:val="0052580E"/>
    <w:pPr>
      <w:keepNext/>
      <w:outlineLvl w:val="0"/>
    </w:pPr>
    <w:rPr>
      <w:rFonts w:ascii="Gaeilge 1" w:hAnsi="Gaeilge 1"/>
      <w:sz w:val="36"/>
    </w:rPr>
  </w:style>
  <w:style w:type="paragraph" w:styleId="Heading2">
    <w:name w:val="heading 2"/>
    <w:basedOn w:val="Normal"/>
    <w:next w:val="Normal"/>
    <w:qFormat/>
    <w:rsid w:val="0052580E"/>
    <w:pPr>
      <w:keepNext/>
      <w:jc w:val="center"/>
      <w:outlineLvl w:val="1"/>
    </w:pPr>
    <w:rPr>
      <w:rFonts w:ascii="Gaeilge 1" w:hAnsi="Gaeilge 1"/>
      <w:sz w:val="24"/>
    </w:rPr>
  </w:style>
  <w:style w:type="paragraph" w:styleId="Heading3">
    <w:name w:val="heading 3"/>
    <w:basedOn w:val="Normal"/>
    <w:next w:val="Normal"/>
    <w:qFormat/>
    <w:rsid w:val="0052580E"/>
    <w:pPr>
      <w:keepNext/>
      <w:outlineLvl w:val="2"/>
    </w:pPr>
    <w:rPr>
      <w:sz w:val="24"/>
    </w:rPr>
  </w:style>
  <w:style w:type="paragraph" w:styleId="Heading9">
    <w:name w:val="heading 9"/>
    <w:basedOn w:val="Normal"/>
    <w:next w:val="Normal"/>
    <w:qFormat/>
    <w:rsid w:val="0052580E"/>
    <w:pPr>
      <w:keepNext/>
      <w:outlineLvl w:val="8"/>
    </w:pPr>
    <w:rPr>
      <w:b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2580E"/>
    <w:pPr>
      <w:jc w:val="center"/>
    </w:pPr>
    <w:rPr>
      <w:rFonts w:ascii="Arial" w:hAnsi="Arial" w:cs="Arial"/>
      <w:sz w:val="24"/>
      <w:szCs w:val="24"/>
      <w:lang w:val="en-GB"/>
    </w:rPr>
  </w:style>
  <w:style w:type="character" w:styleId="Hyperlink">
    <w:name w:val="Hyperlink"/>
    <w:basedOn w:val="DefaultParagraphFont"/>
    <w:rsid w:val="0052580E"/>
    <w:rPr>
      <w:color w:val="0000FF"/>
      <w:u w:val="single"/>
    </w:rPr>
  </w:style>
  <w:style w:type="paragraph" w:styleId="Header">
    <w:name w:val="header"/>
    <w:basedOn w:val="Normal"/>
    <w:rsid w:val="0052580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2580E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52580E"/>
    <w:pPr>
      <w:ind w:left="720" w:hanging="720"/>
    </w:pPr>
  </w:style>
  <w:style w:type="paragraph" w:styleId="BodyText2">
    <w:name w:val="Body Text 2"/>
    <w:basedOn w:val="Normal"/>
    <w:rsid w:val="0052580E"/>
    <w:rPr>
      <w:sz w:val="28"/>
    </w:rPr>
  </w:style>
  <w:style w:type="paragraph" w:styleId="Title">
    <w:name w:val="Title"/>
    <w:basedOn w:val="Normal"/>
    <w:qFormat/>
    <w:rsid w:val="0052580E"/>
    <w:pPr>
      <w:spacing w:line="360" w:lineRule="auto"/>
      <w:jc w:val="center"/>
    </w:pPr>
    <w:rPr>
      <w:b/>
      <w:bCs/>
      <w:i/>
      <w:iCs/>
      <w:sz w:val="28"/>
      <w:szCs w:val="24"/>
    </w:rPr>
  </w:style>
  <w:style w:type="paragraph" w:styleId="BalloonText">
    <w:name w:val="Balloon Text"/>
    <w:basedOn w:val="Normal"/>
    <w:semiHidden/>
    <w:rsid w:val="00F8403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7736E1"/>
    <w:pPr>
      <w:spacing w:before="100" w:beforeAutospacing="1" w:after="100" w:afterAutospacing="1"/>
    </w:pPr>
    <w:rPr>
      <w:rFonts w:ascii="Verdana" w:hAnsi="Verdana"/>
      <w:color w:val="333333"/>
      <w:sz w:val="24"/>
      <w:szCs w:val="24"/>
      <w:lang w:val="en-US"/>
    </w:rPr>
  </w:style>
  <w:style w:type="character" w:styleId="Strong">
    <w:name w:val="Strong"/>
    <w:basedOn w:val="DefaultParagraphFont"/>
    <w:qFormat/>
    <w:rsid w:val="007736E1"/>
    <w:rPr>
      <w:b/>
      <w:bCs/>
    </w:rPr>
  </w:style>
  <w:style w:type="paragraph" w:customStyle="1" w:styleId="msolistparagraph0">
    <w:name w:val="msolistparagraph"/>
    <w:basedOn w:val="Normal"/>
    <w:rsid w:val="00F43872"/>
    <w:pPr>
      <w:ind w:left="720"/>
    </w:pPr>
    <w:rPr>
      <w:rFonts w:ascii="Calibri" w:hAnsi="Calibri"/>
      <w:sz w:val="22"/>
      <w:szCs w:val="22"/>
      <w:lang w:val="en-US"/>
    </w:rPr>
  </w:style>
  <w:style w:type="character" w:styleId="FollowedHyperlink">
    <w:name w:val="FollowedHyperlink"/>
    <w:basedOn w:val="DefaultParagraphFont"/>
    <w:rsid w:val="009654A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FD35B6"/>
    <w:pPr>
      <w:ind w:left="720"/>
    </w:pPr>
  </w:style>
  <w:style w:type="character" w:styleId="CommentReference">
    <w:name w:val="annotation reference"/>
    <w:basedOn w:val="DefaultParagraphFont"/>
    <w:uiPriority w:val="99"/>
    <w:unhideWhenUsed/>
    <w:rsid w:val="00737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775C"/>
    <w:pPr>
      <w:spacing w:after="200"/>
    </w:pPr>
    <w:rPr>
      <w:rFonts w:ascii="Calibri" w:hAnsi="Calibri"/>
      <w:lang w:eastAsia="en-I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775C"/>
    <w:rPr>
      <w:rFonts w:ascii="Calibri" w:hAnsi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EA0CC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7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http://www.ncte.ie/images/ndp_logo.gif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7" Type="http://schemas.openxmlformats.org/officeDocument/2006/relationships/oleObject" Target="embeddings/oleObject1.bin"/><Relationship Id="rId2" Type="http://schemas.openxmlformats.org/officeDocument/2006/relationships/hyperlink" Target="http://www.metc.ie" TargetMode="External"/><Relationship Id="rId1" Type="http://schemas.openxmlformats.org/officeDocument/2006/relationships/hyperlink" Target="mailto:info@metc.ie" TargetMode="External"/><Relationship Id="rId6" Type="http://schemas.openxmlformats.org/officeDocument/2006/relationships/image" Target="media/image3.png"/><Relationship Id="rId5" Type="http://schemas.openxmlformats.org/officeDocument/2006/relationships/hyperlink" Target="http://www.metc.ie" TargetMode="External"/><Relationship Id="rId4" Type="http://schemas.openxmlformats.org/officeDocument/2006/relationships/hyperlink" Target="mailto:info@metc.i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letterhead%20New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 New1</Template>
  <TotalTime>2</TotalTime>
  <Pages>1</Pages>
  <Words>88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Monaghan  Education Centre</Company>
  <LinksUpToDate>false</LinksUpToDate>
  <CharactersWithSpaces>659</CharactersWithSpaces>
  <SharedDoc>false</SharedDoc>
  <HLinks>
    <vt:vector size="18" baseType="variant">
      <vt:variant>
        <vt:i4>7929919</vt:i4>
      </vt:variant>
      <vt:variant>
        <vt:i4>3</vt:i4>
      </vt:variant>
      <vt:variant>
        <vt:i4>0</vt:i4>
      </vt:variant>
      <vt:variant>
        <vt:i4>5</vt:i4>
      </vt:variant>
      <vt:variant>
        <vt:lpwstr>http://www.metc.ie/</vt:lpwstr>
      </vt:variant>
      <vt:variant>
        <vt:lpwstr/>
      </vt:variant>
      <vt:variant>
        <vt:i4>4325500</vt:i4>
      </vt:variant>
      <vt:variant>
        <vt:i4>0</vt:i4>
      </vt:variant>
      <vt:variant>
        <vt:i4>0</vt:i4>
      </vt:variant>
      <vt:variant>
        <vt:i4>5</vt:i4>
      </vt:variant>
      <vt:variant>
        <vt:lpwstr>mailto:info@metc.ie</vt:lpwstr>
      </vt:variant>
      <vt:variant>
        <vt:lpwstr/>
      </vt:variant>
      <vt:variant>
        <vt:i4>131131</vt:i4>
      </vt:variant>
      <vt:variant>
        <vt:i4>-1</vt:i4>
      </vt:variant>
      <vt:variant>
        <vt:i4>2056</vt:i4>
      </vt:variant>
      <vt:variant>
        <vt:i4>1</vt:i4>
      </vt:variant>
      <vt:variant>
        <vt:lpwstr>http://www.ncte.ie/images/ndp_logo.gif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  McDermott</dc:creator>
  <cp:lastModifiedBy>Mary Mc Quaid</cp:lastModifiedBy>
  <cp:revision>3</cp:revision>
  <cp:lastPrinted>2017-09-07T10:19:00Z</cp:lastPrinted>
  <dcterms:created xsi:type="dcterms:W3CDTF">2017-09-07T10:21:00Z</dcterms:created>
  <dcterms:modified xsi:type="dcterms:W3CDTF">2017-09-07T11:05:00Z</dcterms:modified>
</cp:coreProperties>
</file>